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0A1" w:rsidRDefault="007C20A1">
      <w:pPr>
        <w:rPr>
          <w:sz w:val="72"/>
          <w:szCs w:val="72"/>
        </w:rPr>
      </w:pPr>
      <w:r>
        <w:rPr>
          <w:sz w:val="72"/>
          <w:szCs w:val="72"/>
        </w:rPr>
        <w:t xml:space="preserve">Mario </w:t>
      </w:r>
    </w:p>
    <w:p w:rsidR="007C20A1" w:rsidRDefault="007C20A1">
      <w:pPr>
        <w:rPr>
          <w:sz w:val="40"/>
          <w:szCs w:val="40"/>
        </w:rPr>
      </w:pPr>
    </w:p>
    <w:p w:rsidR="007C20A1" w:rsidRDefault="007C20A1">
      <w:pPr>
        <w:rPr>
          <w:sz w:val="40"/>
          <w:szCs w:val="40"/>
        </w:rPr>
      </w:pPr>
      <w:r>
        <w:rPr>
          <w:sz w:val="40"/>
          <w:szCs w:val="40"/>
        </w:rPr>
        <w:t>Mario snuck into the room with spikey</w:t>
      </w:r>
      <w:r w:rsidR="007B2CC0">
        <w:rPr>
          <w:sz w:val="40"/>
          <w:szCs w:val="40"/>
        </w:rPr>
        <w:t xml:space="preserve"> his pet spider</w:t>
      </w:r>
      <w:r>
        <w:rPr>
          <w:sz w:val="40"/>
          <w:szCs w:val="40"/>
        </w:rPr>
        <w:t xml:space="preserve"> on his shoulder he looked around him there was a boy snoring in his bed he looked around him</w:t>
      </w:r>
      <w:r w:rsidR="007B2CC0">
        <w:rPr>
          <w:sz w:val="40"/>
          <w:szCs w:val="40"/>
        </w:rPr>
        <w:t xml:space="preserve"> again</w:t>
      </w:r>
      <w:r>
        <w:rPr>
          <w:sz w:val="40"/>
          <w:szCs w:val="40"/>
        </w:rPr>
        <w:t>. There it was the thing he always wanted he picked it up. He looked around again he saw something. Mario picked it up. As Mario turned around his cape fluttered like a butterfly. Glossy lips shone in the moon light. In excitement Mario tip toed out of the house so he could get into his bed and get to sleep.</w:t>
      </w:r>
    </w:p>
    <w:p w:rsidR="007C20A1" w:rsidRPr="007C20A1" w:rsidRDefault="007C20A1">
      <w:pPr>
        <w:rPr>
          <w:sz w:val="40"/>
          <w:szCs w:val="40"/>
        </w:rPr>
      </w:pPr>
      <w:r>
        <w:rPr>
          <w:sz w:val="40"/>
          <w:szCs w:val="40"/>
        </w:rPr>
        <w:t>By Claire</w:t>
      </w:r>
      <w:bookmarkStart w:id="0" w:name="_GoBack"/>
      <w:bookmarkEnd w:id="0"/>
    </w:p>
    <w:sectPr w:rsidR="007C20A1" w:rsidRPr="007C20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A1"/>
    <w:rsid w:val="000064B2"/>
    <w:rsid w:val="007B2CC0"/>
    <w:rsid w:val="007C20A1"/>
    <w:rsid w:val="00D74061"/>
    <w:rsid w:val="00F241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AB34739F</Template>
  <TotalTime>16</TotalTime>
  <Pages>1</Pages>
  <Words>71</Words>
  <Characters>408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2011-05-25T01:33:00Z</dcterms:created>
  <dcterms:modified xsi:type="dcterms:W3CDTF">2011-07-31T22:30:00Z</dcterms:modified>
</cp:coreProperties>
</file>